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09" w:rsidRPr="00BB7AB8" w:rsidRDefault="000C4809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B</w:t>
      </w:r>
    </w:p>
    <w:p w:rsidR="000C4809" w:rsidRPr="003D63F3" w:rsidRDefault="000C4809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0C4809" w:rsidRPr="003D63F3" w:rsidRDefault="000C4809" w:rsidP="00AB6F21">
      <w:pPr>
        <w:rPr>
          <w:rFonts w:ascii="Arial" w:hAnsi="Arial" w:cs="Arial"/>
          <w:b/>
          <w:bCs/>
          <w:sz w:val="22"/>
          <w:szCs w:val="22"/>
        </w:rPr>
      </w:pPr>
    </w:p>
    <w:p w:rsidR="000C4809" w:rsidRPr="003D63F3" w:rsidRDefault="000C4809" w:rsidP="00E8560A">
      <w:pPr>
        <w:pStyle w:val="Title"/>
        <w:rPr>
          <w:sz w:val="22"/>
          <w:szCs w:val="22"/>
        </w:rPr>
      </w:pPr>
      <w:r w:rsidRPr="003D63F3">
        <w:rPr>
          <w:sz w:val="22"/>
          <w:szCs w:val="22"/>
        </w:rPr>
        <w:t>DICHIARAZIONE SOSTITUTIVA DELL’ATTO DI NOTORIETA’</w:t>
      </w:r>
    </w:p>
    <w:p w:rsidR="000C4809" w:rsidRPr="003F5875" w:rsidRDefault="000C4809" w:rsidP="00E8560A">
      <w:pPr>
        <w:pStyle w:val="Title"/>
        <w:ind w:left="1260" w:right="1358"/>
        <w:rPr>
          <w:rFonts w:ascii="Calibri" w:hAnsi="Calibri" w:cs="Calibri"/>
          <w:b w:val="0"/>
          <w:bCs w:val="0"/>
          <w:sz w:val="22"/>
          <w:szCs w:val="22"/>
        </w:rPr>
      </w:pPr>
      <w:r w:rsidRPr="003D63F3">
        <w:rPr>
          <w:b w:val="0"/>
          <w:bCs w:val="0"/>
          <w:sz w:val="22"/>
          <w:szCs w:val="22"/>
        </w:rPr>
        <w:t>(</w:t>
      </w:r>
      <w:r w:rsidRPr="003F5875">
        <w:rPr>
          <w:rFonts w:ascii="Calibri" w:hAnsi="Calibri" w:cs="Calibri"/>
          <w:b w:val="0"/>
          <w:bCs w:val="0"/>
          <w:sz w:val="22"/>
          <w:szCs w:val="22"/>
        </w:rPr>
        <w:t xml:space="preserve">resa ai sensi dell’articolo 47 del Testo Unico delle disposizioni legislative e regolamentari in materia di documentazione amministrativa approvato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3F5875">
          <w:rPr>
            <w:rFonts w:ascii="Calibri" w:hAnsi="Calibri" w:cs="Calibri"/>
            <w:b w:val="0"/>
            <w:bCs w:val="0"/>
            <w:sz w:val="22"/>
            <w:szCs w:val="22"/>
          </w:rPr>
          <w:t>28 dicembre 2000</w:t>
        </w:r>
      </w:smartTag>
      <w:r w:rsidRPr="003F5875">
        <w:rPr>
          <w:rFonts w:ascii="Calibri" w:hAnsi="Calibri" w:cs="Calibri"/>
          <w:b w:val="0"/>
          <w:bCs w:val="0"/>
          <w:sz w:val="22"/>
          <w:szCs w:val="22"/>
        </w:rPr>
        <w:t>, n. 445)</w:t>
      </w:r>
    </w:p>
    <w:p w:rsidR="000C4809" w:rsidRPr="003F5875" w:rsidRDefault="000C4809" w:rsidP="003741B5">
      <w:pPr>
        <w:rPr>
          <w:rFonts w:ascii="Calibri" w:hAnsi="Calibri" w:cs="Calibri"/>
          <w:b/>
          <w:bCs/>
          <w:sz w:val="22"/>
          <w:szCs w:val="22"/>
        </w:rPr>
      </w:pPr>
    </w:p>
    <w:p w:rsidR="000C4809" w:rsidRPr="003D63F3" w:rsidRDefault="000C4809" w:rsidP="003741B5">
      <w:pPr>
        <w:rPr>
          <w:rFonts w:ascii="Arial" w:hAnsi="Arial" w:cs="Arial"/>
          <w:b/>
          <w:bCs/>
          <w:sz w:val="22"/>
          <w:szCs w:val="22"/>
        </w:rPr>
      </w:pPr>
    </w:p>
    <w:p w:rsidR="000C4809" w:rsidRPr="003D63F3" w:rsidRDefault="000C4809" w:rsidP="003741B5">
      <w:pPr>
        <w:rPr>
          <w:rFonts w:ascii="Arial" w:hAnsi="Arial" w:cs="Arial"/>
          <w:b/>
          <w:bCs/>
          <w:sz w:val="22"/>
          <w:szCs w:val="22"/>
        </w:rPr>
      </w:pP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0C4809" w:rsidRPr="001F2A47" w:rsidRDefault="000C4809" w:rsidP="008D15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C4809" w:rsidRDefault="000C4809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0C4809" w:rsidRDefault="000C4809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0C4809" w:rsidRDefault="000C4809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0C4809" w:rsidRDefault="000C4809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0C4809" w:rsidRDefault="000C4809" w:rsidP="008D1563">
      <w:pPr>
        <w:jc w:val="both"/>
        <w:rPr>
          <w:rFonts w:ascii="Arial" w:hAnsi="Arial" w:cs="Arial"/>
        </w:rPr>
      </w:pPr>
    </w:p>
    <w:p w:rsidR="000C4809" w:rsidRDefault="000C4809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0C4809" w:rsidRDefault="000C4809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0C4809" w:rsidRDefault="000C4809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0C4809" w:rsidRDefault="000C4809" w:rsidP="008D1563">
      <w:pPr>
        <w:spacing w:line="120" w:lineRule="auto"/>
        <w:jc w:val="both"/>
        <w:rPr>
          <w:rFonts w:ascii="Arial" w:hAnsi="Arial" w:cs="Arial"/>
        </w:rPr>
      </w:pP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4809" w:rsidRPr="001F2A47" w:rsidRDefault="000C4809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0C4809" w:rsidRDefault="000C4809" w:rsidP="00B76C37">
      <w:pPr>
        <w:pStyle w:val="BodyText"/>
        <w:spacing w:before="240" w:line="276" w:lineRule="auto"/>
        <w:rPr>
          <w:rFonts w:ascii="Arial" w:hAnsi="Arial" w:cs="Arial"/>
          <w:b/>
          <w:bCs/>
          <w:sz w:val="22"/>
          <w:szCs w:val="22"/>
        </w:rPr>
      </w:pPr>
    </w:p>
    <w:p w:rsidR="000C4809" w:rsidRPr="00CF4ABD" w:rsidRDefault="000C4809" w:rsidP="004212D8">
      <w:pPr>
        <w:pStyle w:val="BodyText"/>
        <w:spacing w:before="240" w:line="276" w:lineRule="auto"/>
        <w:jc w:val="center"/>
        <w:rPr>
          <w:rFonts w:ascii="Calibri" w:hAnsi="Calibri" w:cs="Calibri"/>
          <w:b/>
          <w:bCs/>
        </w:rPr>
      </w:pPr>
      <w:r w:rsidRPr="00CF4ABD">
        <w:rPr>
          <w:rFonts w:ascii="Calibri" w:hAnsi="Calibri" w:cs="Calibri"/>
          <w:b/>
          <w:bCs/>
        </w:rPr>
        <w:t>C O N S A P E V O L E</w:t>
      </w:r>
    </w:p>
    <w:p w:rsidR="000C4809" w:rsidRPr="003D63F3" w:rsidRDefault="000C4809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C4809" w:rsidRPr="003F5875" w:rsidRDefault="000C4809" w:rsidP="007D2F82">
      <w:pPr>
        <w:pStyle w:val="BodyText"/>
        <w:spacing w:line="276" w:lineRule="auto"/>
        <w:rPr>
          <w:rFonts w:ascii="Calibri" w:hAnsi="Calibri" w:cs="Calibri"/>
        </w:rPr>
      </w:pPr>
      <w:r w:rsidRPr="003F5875">
        <w:rPr>
          <w:rFonts w:ascii="Calibri" w:hAnsi="Calibri" w:cs="Calibri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0C4809" w:rsidRPr="00CF4ABD" w:rsidRDefault="000C4809" w:rsidP="004212D8">
      <w:pPr>
        <w:pStyle w:val="BodyText"/>
        <w:spacing w:before="240" w:line="276" w:lineRule="auto"/>
        <w:jc w:val="center"/>
        <w:rPr>
          <w:rFonts w:ascii="Calibri" w:hAnsi="Calibri" w:cs="Calibri"/>
          <w:b/>
          <w:bCs/>
        </w:rPr>
      </w:pPr>
      <w:r w:rsidRPr="00CF4ABD">
        <w:rPr>
          <w:rFonts w:ascii="Calibri" w:hAnsi="Calibri" w:cs="Calibri"/>
          <w:b/>
          <w:bCs/>
        </w:rPr>
        <w:t>D  I  C  H  I  A  R  A</w:t>
      </w:r>
    </w:p>
    <w:p w:rsidR="000C4809" w:rsidRPr="003F5875" w:rsidRDefault="000C4809" w:rsidP="003F5875">
      <w:pPr>
        <w:pStyle w:val="BodyText"/>
        <w:numPr>
          <w:ilvl w:val="0"/>
          <w:numId w:val="17"/>
        </w:numPr>
        <w:spacing w:before="240" w:after="60" w:line="276" w:lineRule="auto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che l’impresa è iscritta al numero</w:t>
      </w:r>
      <w:r w:rsidRPr="003F5875">
        <w:rPr>
          <w:rFonts w:ascii="Calibri" w:hAnsi="Calibri" w:cs="Calibri"/>
          <w:sz w:val="22"/>
          <w:szCs w:val="22"/>
          <w:u w:val="single"/>
        </w:rPr>
        <w:tab/>
      </w:r>
      <w:r w:rsidRPr="003F5875">
        <w:rPr>
          <w:rFonts w:ascii="Calibri" w:hAnsi="Calibri" w:cs="Calibri"/>
          <w:sz w:val="22"/>
          <w:szCs w:val="22"/>
          <w:u w:val="single"/>
        </w:rPr>
        <w:tab/>
        <w:t>_____</w:t>
      </w:r>
      <w:r w:rsidRPr="003F5875">
        <w:rPr>
          <w:rFonts w:ascii="Calibri" w:hAnsi="Calibri" w:cs="Calibri"/>
          <w:sz w:val="22"/>
          <w:szCs w:val="22"/>
          <w:u w:val="single"/>
        </w:rPr>
        <w:tab/>
      </w:r>
      <w:r w:rsidRPr="003F5875">
        <w:rPr>
          <w:rFonts w:ascii="Calibri" w:hAnsi="Calibri" w:cs="Calibri"/>
          <w:sz w:val="22"/>
          <w:szCs w:val="22"/>
        </w:rPr>
        <w:t xml:space="preserve"> del Registro delle Imprese (REA) della Camera di Commercio, Industria, Artigianato e Agricoltura (CCIAA) di </w:t>
      </w:r>
      <w:r w:rsidRPr="003F5875"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>______________________</w:t>
      </w:r>
      <w:r w:rsidRPr="003F5875">
        <w:rPr>
          <w:rFonts w:ascii="Calibri" w:hAnsi="Calibri" w:cs="Calibri"/>
          <w:sz w:val="22"/>
          <w:szCs w:val="22"/>
          <w:u w:val="single"/>
        </w:rPr>
        <w:t>;</w:t>
      </w:r>
    </w:p>
    <w:p w:rsidR="000C4809" w:rsidRPr="003F5875" w:rsidRDefault="000C4809" w:rsidP="003F5875">
      <w:pPr>
        <w:numPr>
          <w:ilvl w:val="0"/>
          <w:numId w:val="17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di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0C4809" w:rsidRPr="003F5875" w:rsidRDefault="000C4809" w:rsidP="003F5875">
      <w:pPr>
        <w:spacing w:after="60"/>
        <w:rPr>
          <w:rFonts w:ascii="Calibri" w:hAnsi="Calibri" w:cs="Calibri"/>
          <w:sz w:val="22"/>
          <w:szCs w:val="22"/>
        </w:rPr>
      </w:pPr>
    </w:p>
    <w:p w:rsidR="000C4809" w:rsidRPr="003F5875" w:rsidRDefault="000C4809" w:rsidP="003F5875">
      <w:pPr>
        <w:pStyle w:val="BodyText"/>
        <w:numPr>
          <w:ilvl w:val="0"/>
          <w:numId w:val="17"/>
        </w:numPr>
        <w:spacing w:before="240" w:after="60" w:line="276" w:lineRule="auto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di aver costituito/aggiornato e validato il fascicolo aziendale preliminarmente alla compilazione della domanda di aiuto e di autorizzare i Funzionari della Regione Puglia e del GAL ad accedere al fascicolo aziendale cartaceo detenuto presso il CAA;</w:t>
      </w:r>
    </w:p>
    <w:p w:rsidR="000C4809" w:rsidRPr="003F5875" w:rsidRDefault="000C4809" w:rsidP="003F5875">
      <w:pPr>
        <w:pStyle w:val="BodyText"/>
        <w:numPr>
          <w:ilvl w:val="0"/>
          <w:numId w:val="17"/>
        </w:numPr>
        <w:spacing w:before="240" w:after="60" w:line="276" w:lineRule="auto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di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0C4809" w:rsidRPr="003F5875" w:rsidRDefault="000C4809" w:rsidP="003F5875">
      <w:pPr>
        <w:pStyle w:val="BodyText"/>
        <w:numPr>
          <w:ilvl w:val="0"/>
          <w:numId w:val="17"/>
        </w:numPr>
        <w:spacing w:before="240" w:after="60" w:line="276" w:lineRule="auto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di non aver subito condanne passate in giudicato per reati di frode e/o sofisticazioni di prodotti agroalimentari;</w:t>
      </w:r>
    </w:p>
    <w:p w:rsidR="000C4809" w:rsidRDefault="000C4809" w:rsidP="00DC20CD">
      <w:pPr>
        <w:pStyle w:val="BodyText"/>
        <w:numPr>
          <w:ilvl w:val="0"/>
          <w:numId w:val="17"/>
        </w:numPr>
        <w:spacing w:before="120" w:after="60" w:line="276" w:lineRule="auto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che gli interventi che si intendono realizzare non ricadono in zona ZPS o SIC delimitate dalla Regione Puglia con DGR n. 1157/2002 e con DGR  n. 1022/2005;</w:t>
      </w:r>
    </w:p>
    <w:p w:rsidR="000C4809" w:rsidRPr="00DC20CD" w:rsidRDefault="000C4809" w:rsidP="00DC20CD">
      <w:pPr>
        <w:pStyle w:val="BodyText"/>
        <w:spacing w:before="120" w:after="60" w:line="276" w:lineRule="auto"/>
        <w:jc w:val="center"/>
        <w:rPr>
          <w:rFonts w:ascii="Calibri" w:hAnsi="Calibri" w:cs="Calibri"/>
          <w:sz w:val="22"/>
          <w:szCs w:val="22"/>
        </w:rPr>
      </w:pPr>
      <w:r w:rsidRPr="00DC20CD">
        <w:rPr>
          <w:rFonts w:ascii="Calibri" w:hAnsi="Calibri" w:cs="Calibri"/>
          <w:sz w:val="22"/>
          <w:szCs w:val="22"/>
        </w:rPr>
        <w:t>oppure</w:t>
      </w:r>
    </w:p>
    <w:p w:rsidR="000C4809" w:rsidRPr="003F5875" w:rsidRDefault="000C4809" w:rsidP="003F5875">
      <w:pPr>
        <w:pStyle w:val="Subtitle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che gli interventi che si intendono realizzare ricadono in zona in zona ZPS o SIC delimitate dalla Regione Puglia con DGR n. 1157/2002 e con DGR  n. 1022/2005 e si impegna ad acquisire, preliminarmente all’inizio dei lavori, il parere sulla Valutazione di incidenza rilasciato dal competente Ufficio;</w:t>
      </w:r>
    </w:p>
    <w:p w:rsidR="000C4809" w:rsidRPr="003F5875" w:rsidRDefault="000C4809" w:rsidP="003F5875">
      <w:pPr>
        <w:pStyle w:val="Subtitle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che gli interventi che si intendono realizzare non ricadono in area classificata come “Parco Nazionale” o “Riserva Nazionale” o “Area Naturale Protetta” o “Aree soggette ad altri vincoli  ambientali”;</w:t>
      </w:r>
    </w:p>
    <w:p w:rsidR="000C4809" w:rsidRPr="003F5875" w:rsidRDefault="000C4809" w:rsidP="00DC20CD">
      <w:pPr>
        <w:pStyle w:val="Subtitle"/>
        <w:tabs>
          <w:tab w:val="left" w:pos="378"/>
        </w:tabs>
        <w:spacing w:before="120" w:after="60" w:line="276" w:lineRule="auto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oppure</w:t>
      </w:r>
    </w:p>
    <w:p w:rsidR="000C4809" w:rsidRPr="003F5875" w:rsidRDefault="000C4809" w:rsidP="003F5875">
      <w:pPr>
        <w:pStyle w:val="Subtitle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che gli interventi che si intendono realizzare ricadono 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0C4809" w:rsidRPr="003F5875" w:rsidRDefault="000C4809" w:rsidP="003F5875">
      <w:pPr>
        <w:pStyle w:val="Subtitle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che le tipologie di intervento in Progetto Esecutivo indicate non sono comprese tra quelle elencate negli allegati A e B della legge regionale n. 11/2001;</w:t>
      </w:r>
    </w:p>
    <w:p w:rsidR="000C4809" w:rsidRPr="00DC20CD" w:rsidRDefault="000C4809" w:rsidP="00DC20CD">
      <w:pPr>
        <w:tabs>
          <w:tab w:val="left" w:pos="4536"/>
        </w:tabs>
        <w:spacing w:before="120" w:after="60" w:line="276" w:lineRule="auto"/>
        <w:jc w:val="center"/>
        <w:rPr>
          <w:rFonts w:ascii="Calibri" w:hAnsi="Calibri" w:cs="Calibri"/>
          <w:sz w:val="22"/>
          <w:szCs w:val="22"/>
        </w:rPr>
      </w:pPr>
      <w:r w:rsidRPr="00DC20CD">
        <w:rPr>
          <w:rFonts w:ascii="Calibri" w:hAnsi="Calibri" w:cs="Calibri"/>
          <w:sz w:val="22"/>
          <w:szCs w:val="22"/>
        </w:rPr>
        <w:t>oppure</w:t>
      </w:r>
    </w:p>
    <w:p w:rsidR="000C4809" w:rsidRPr="00261C34" w:rsidRDefault="000C4809" w:rsidP="003F5875">
      <w:pPr>
        <w:pStyle w:val="ListParagraph"/>
        <w:numPr>
          <w:ilvl w:val="0"/>
          <w:numId w:val="17"/>
        </w:numPr>
        <w:spacing w:before="12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 xml:space="preserve">che le tipologie di intervento in Progetto Esecutivo indicate sono comprese tra quelle elencate negli allegati A o B </w:t>
      </w:r>
      <w:r w:rsidRPr="00261C34">
        <w:rPr>
          <w:rFonts w:ascii="Calibri" w:hAnsi="Calibri" w:cs="Calibri"/>
          <w:sz w:val="22"/>
          <w:szCs w:val="22"/>
        </w:rPr>
        <w:t>della legge regionale n. 11/2001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0C4809" w:rsidRPr="00261C34" w:rsidRDefault="000C4809" w:rsidP="003F5875">
      <w:pPr>
        <w:pStyle w:val="BodyText"/>
        <w:numPr>
          <w:ilvl w:val="0"/>
          <w:numId w:val="17"/>
        </w:numPr>
        <w:spacing w:before="120" w:after="60" w:line="276" w:lineRule="auto"/>
        <w:rPr>
          <w:rFonts w:ascii="Calibri" w:hAnsi="Calibri" w:cs="Calibri"/>
          <w:sz w:val="22"/>
          <w:szCs w:val="22"/>
        </w:rPr>
      </w:pPr>
      <w:r w:rsidRPr="00261C34">
        <w:rPr>
          <w:rFonts w:ascii="Calibri" w:hAnsi="Calibri" w:cs="Calibri"/>
          <w:sz w:val="22"/>
          <w:szCs w:val="22"/>
        </w:rPr>
        <w:t xml:space="preserve">di essere consapevole che l’incompletezza della domanda, la mancanza anche parziale e/o la non conformità dei documenti richiesti a corredo costituiscono motivo di irricevibilità; </w:t>
      </w:r>
    </w:p>
    <w:p w:rsidR="000C4809" w:rsidRPr="00261C34" w:rsidRDefault="000C4809" w:rsidP="003F5875">
      <w:pPr>
        <w:pStyle w:val="BodyText"/>
        <w:numPr>
          <w:ilvl w:val="0"/>
          <w:numId w:val="17"/>
        </w:numPr>
        <w:spacing w:before="120" w:after="60" w:line="276" w:lineRule="auto"/>
        <w:rPr>
          <w:rFonts w:ascii="Calibri" w:hAnsi="Calibri" w:cs="Calibri"/>
          <w:sz w:val="22"/>
          <w:szCs w:val="22"/>
        </w:rPr>
      </w:pPr>
      <w:r w:rsidRPr="00261C34">
        <w:rPr>
          <w:rFonts w:ascii="Calibri" w:hAnsi="Calibri" w:cs="Calibri"/>
          <w:sz w:val="22"/>
          <w:szCs w:val="22"/>
        </w:rPr>
        <w:t xml:space="preserve">di essere a conoscenza delle norme comunitarie, nazionali e regionali che regolano la concessione degli aiuti  di che trattasi e  degli obblighi e procedure previste dal bando; </w:t>
      </w:r>
    </w:p>
    <w:p w:rsidR="000C4809" w:rsidRPr="00261C34" w:rsidRDefault="000C4809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di autorizzare, ai sensi e per gli effetti del Decreto Legislativo n. 196/2003 Codice Privacy, il GAL, 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Privacy</w:t>
      </w:r>
      <w:r w:rsidRPr="00261C34">
        <w:rPr>
          <w:rFonts w:ascii="Calibri" w:hAnsi="Calibri" w:cs="Calibri"/>
          <w:sz w:val="22"/>
          <w:szCs w:val="22"/>
        </w:rPr>
        <w:t>, tali trattamenti dovranno essere improntati ai principi di correttezza, liceità e trasparenza, e nel rispetto delle norme di sicurezza;</w:t>
      </w:r>
    </w:p>
    <w:p w:rsidR="000C4809" w:rsidRPr="00261C34" w:rsidRDefault="000C4809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261C34">
        <w:rPr>
          <w:rFonts w:ascii="Calibri" w:hAnsi="Calibri" w:cs="Calibri"/>
          <w:sz w:val="22"/>
          <w:szCs w:val="22"/>
        </w:rPr>
        <w:t xml:space="preserve">di dare il consenso, al 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0C4809" w:rsidRPr="00261C34" w:rsidRDefault="000C4809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261C34">
        <w:rPr>
          <w:rFonts w:ascii="Calibri" w:hAnsi="Calibri" w:cs="Calibri"/>
          <w:sz w:val="22"/>
          <w:szCs w:val="22"/>
        </w:rPr>
        <w:t>di dare consenso al GAL e alla Regione Puglia, ai sensi e per gli effetti del D.lgs. 30 giugno 2003, n. 196, per l’inserimento dell’impresa medesima nell’elenco dei beneficiari pubblici pubblicato in forma elettronica o in altra forma, contenente la denominazione dell’impresa e l’importo del finanziamento pubblico concesso;</w:t>
      </w:r>
    </w:p>
    <w:p w:rsidR="000C4809" w:rsidRPr="00261C34" w:rsidRDefault="000C4809" w:rsidP="00B86F32">
      <w:pPr>
        <w:numPr>
          <w:ilvl w:val="0"/>
          <w:numId w:val="17"/>
        </w:numPr>
        <w:spacing w:before="24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261C34">
        <w:rPr>
          <w:rFonts w:ascii="Calibri" w:hAnsi="Calibri" w:cs="Calibri"/>
          <w:sz w:val="22"/>
          <w:szCs w:val="22"/>
        </w:rPr>
        <w:t>di essere a conoscenza della clausola compromissoria di cui all’art. 1</w:t>
      </w:r>
      <w:r>
        <w:rPr>
          <w:rFonts w:ascii="Calibri" w:hAnsi="Calibri" w:cs="Calibri"/>
          <w:sz w:val="22"/>
          <w:szCs w:val="22"/>
        </w:rPr>
        <w:t>8</w:t>
      </w:r>
      <w:r w:rsidRPr="00261C34">
        <w:rPr>
          <w:rFonts w:ascii="Calibri" w:hAnsi="Calibri" w:cs="Calibri"/>
          <w:sz w:val="22"/>
          <w:szCs w:val="22"/>
        </w:rPr>
        <w:t xml:space="preserve"> del bando.</w:t>
      </w:r>
    </w:p>
    <w:p w:rsidR="000C4809" w:rsidRPr="003F5875" w:rsidRDefault="000C4809" w:rsidP="003F5875">
      <w:pPr>
        <w:spacing w:before="120" w:after="60" w:line="120" w:lineRule="auto"/>
        <w:ind w:left="357"/>
        <w:jc w:val="both"/>
        <w:rPr>
          <w:rFonts w:ascii="Calibri" w:hAnsi="Calibri" w:cs="Calibri"/>
          <w:sz w:val="22"/>
          <w:szCs w:val="22"/>
        </w:rPr>
      </w:pPr>
    </w:p>
    <w:p w:rsidR="000C4809" w:rsidRPr="003F5875" w:rsidRDefault="000C4809" w:rsidP="003F5875">
      <w:pPr>
        <w:pStyle w:val="Subtitle"/>
        <w:spacing w:after="120" w:line="276" w:lineRule="auto"/>
        <w:jc w:val="left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Allega copia del seguente documento di riconoscimento:</w:t>
      </w:r>
      <w:r>
        <w:rPr>
          <w:rFonts w:ascii="Calibri" w:hAnsi="Calibri" w:cs="Calibri"/>
          <w:sz w:val="22"/>
          <w:szCs w:val="22"/>
        </w:rPr>
        <w:t xml:space="preserve"> _________________________________________</w:t>
      </w:r>
    </w:p>
    <w:p w:rsidR="000C4809" w:rsidRDefault="000C4809" w:rsidP="003F5875">
      <w:pPr>
        <w:pStyle w:val="BodyText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</w:t>
      </w:r>
    </w:p>
    <w:p w:rsidR="000C4809" w:rsidRDefault="000C4809" w:rsidP="004212D8">
      <w:pPr>
        <w:pStyle w:val="BodyText"/>
        <w:spacing w:line="276" w:lineRule="auto"/>
        <w:ind w:left="567"/>
        <w:rPr>
          <w:rFonts w:ascii="Calibri" w:hAnsi="Calibri" w:cs="Calibri"/>
          <w:sz w:val="22"/>
          <w:szCs w:val="22"/>
        </w:rPr>
      </w:pPr>
    </w:p>
    <w:p w:rsidR="000C4809" w:rsidRPr="003F5875" w:rsidRDefault="000C4809" w:rsidP="004212D8">
      <w:pPr>
        <w:pStyle w:val="BodyText"/>
        <w:spacing w:line="276" w:lineRule="auto"/>
        <w:ind w:left="567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____________________________</w:t>
      </w:r>
    </w:p>
    <w:p w:rsidR="000C4809" w:rsidRPr="003F5875" w:rsidRDefault="000C4809" w:rsidP="004212D8">
      <w:pPr>
        <w:pStyle w:val="BodyText"/>
        <w:spacing w:line="276" w:lineRule="auto"/>
        <w:ind w:left="567"/>
        <w:jc w:val="right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 xml:space="preserve">       Luogo - data</w:t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</w:p>
    <w:p w:rsidR="000C4809" w:rsidRPr="003F5875" w:rsidRDefault="000C4809" w:rsidP="004212D8">
      <w:pPr>
        <w:pStyle w:val="BodyText"/>
        <w:spacing w:line="276" w:lineRule="auto"/>
        <w:ind w:left="567"/>
        <w:jc w:val="right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_____________________________________</w:t>
      </w:r>
    </w:p>
    <w:p w:rsidR="000C4809" w:rsidRPr="003F5875" w:rsidRDefault="000C4809" w:rsidP="001F769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 xml:space="preserve">             </w:t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  <w:t xml:space="preserve">         </w:t>
      </w:r>
      <w:r w:rsidRPr="003F5875">
        <w:rPr>
          <w:rFonts w:ascii="Calibri" w:hAnsi="Calibri" w:cs="Calibri"/>
          <w:sz w:val="22"/>
          <w:szCs w:val="22"/>
        </w:rPr>
        <w:tab/>
        <w:t xml:space="preserve">          Firma </w:t>
      </w:r>
      <w:r w:rsidRPr="003F5875">
        <w:rPr>
          <w:rFonts w:ascii="Calibri" w:hAnsi="Calibri" w:cs="Calibri"/>
          <w:b/>
          <w:bCs/>
          <w:sz w:val="22"/>
          <w:szCs w:val="22"/>
          <w:vertAlign w:val="superscript"/>
        </w:rPr>
        <w:t>(3)</w:t>
      </w:r>
    </w:p>
    <w:p w:rsidR="000C4809" w:rsidRPr="003F5875" w:rsidRDefault="000C4809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F5875">
        <w:rPr>
          <w:rFonts w:ascii="Calibri" w:hAnsi="Calibri" w:cs="Calibri"/>
          <w:sz w:val="18"/>
          <w:szCs w:val="18"/>
        </w:rPr>
        <w:t>Indicare se “titolare” o “legale rappresentante”;</w:t>
      </w:r>
    </w:p>
    <w:p w:rsidR="000C4809" w:rsidRPr="003F5875" w:rsidRDefault="000C4809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F5875">
        <w:rPr>
          <w:rFonts w:ascii="Calibri" w:hAnsi="Calibri" w:cs="Calibri"/>
          <w:sz w:val="18"/>
          <w:szCs w:val="18"/>
        </w:rPr>
        <w:t>Indicare l’esatta ragione sociale quale risulta dal certificato della CC.I.AA.;</w:t>
      </w:r>
    </w:p>
    <w:p w:rsidR="000C4809" w:rsidRPr="003F5875" w:rsidRDefault="000C4809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F5875">
        <w:rPr>
          <w:rFonts w:ascii="Calibri" w:hAnsi="Calibri" w:cs="Calibri"/>
          <w:sz w:val="18"/>
          <w:szCs w:val="18"/>
        </w:rPr>
        <w:t>La firma deve essere apposta a norma dell’articolo 38 del DPR 445/2000.</w:t>
      </w:r>
    </w:p>
    <w:p w:rsidR="000C4809" w:rsidRPr="003F5875" w:rsidRDefault="000C4809" w:rsidP="00364F84">
      <w:pPr>
        <w:ind w:left="284"/>
        <w:jc w:val="both"/>
        <w:rPr>
          <w:rFonts w:ascii="Calibri" w:hAnsi="Calibri" w:cs="Calibri"/>
          <w:sz w:val="18"/>
          <w:szCs w:val="18"/>
        </w:rPr>
      </w:pPr>
    </w:p>
    <w:p w:rsidR="000C4809" w:rsidRPr="003F5875" w:rsidRDefault="000C4809" w:rsidP="00F34744">
      <w:pPr>
        <w:jc w:val="both"/>
        <w:rPr>
          <w:rFonts w:ascii="Calibri" w:hAnsi="Calibri" w:cs="Calibri"/>
          <w:sz w:val="18"/>
          <w:szCs w:val="18"/>
        </w:rPr>
      </w:pPr>
      <w:r w:rsidRPr="003F5875">
        <w:rPr>
          <w:rFonts w:ascii="Calibri" w:hAnsi="Calibri" w:cs="Calibri"/>
          <w:b/>
          <w:bCs/>
          <w:sz w:val="22"/>
          <w:szCs w:val="22"/>
        </w:rPr>
        <w:t>N.B. : Si precisa che dovranno essere riportate e compilate esclusivamente le dichiarazioni pertinenti.</w:t>
      </w:r>
    </w:p>
    <w:sectPr w:rsidR="000C4809" w:rsidRPr="003F5875" w:rsidSect="00364F8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809" w:rsidRDefault="000C4809" w:rsidP="003E70C2">
      <w:r>
        <w:separator/>
      </w:r>
    </w:p>
  </w:endnote>
  <w:endnote w:type="continuationSeparator" w:id="0">
    <w:p w:rsidR="000C4809" w:rsidRDefault="000C4809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809" w:rsidRPr="00AD0CFC" w:rsidRDefault="000C4809">
    <w:pPr>
      <w:pStyle w:val="Footer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3</w:t>
    </w:r>
    <w:r w:rsidRPr="00AD0CFC">
      <w:rPr>
        <w:rFonts w:ascii="Arial" w:hAnsi="Arial" w:cs="Arial"/>
        <w:sz w:val="22"/>
        <w:szCs w:val="22"/>
      </w:rPr>
      <w:fldChar w:fldCharType="end"/>
    </w:r>
  </w:p>
  <w:p w:rsidR="000C4809" w:rsidRDefault="000C48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809" w:rsidRDefault="000C4809" w:rsidP="003E70C2">
      <w:r>
        <w:separator/>
      </w:r>
    </w:p>
  </w:footnote>
  <w:footnote w:type="continuationSeparator" w:id="0">
    <w:p w:rsidR="000C4809" w:rsidRDefault="000C4809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7008B"/>
    <w:rsid w:val="00094728"/>
    <w:rsid w:val="000A7793"/>
    <w:rsid w:val="000C4809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2A47"/>
    <w:rsid w:val="001F7699"/>
    <w:rsid w:val="001F7D6E"/>
    <w:rsid w:val="0021715C"/>
    <w:rsid w:val="00246CDB"/>
    <w:rsid w:val="002505FB"/>
    <w:rsid w:val="00256D28"/>
    <w:rsid w:val="00257508"/>
    <w:rsid w:val="00261C34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4F84"/>
    <w:rsid w:val="00372C7B"/>
    <w:rsid w:val="003741B5"/>
    <w:rsid w:val="003974EE"/>
    <w:rsid w:val="003A7220"/>
    <w:rsid w:val="003B3F93"/>
    <w:rsid w:val="003D5702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24767"/>
    <w:rsid w:val="0053030E"/>
    <w:rsid w:val="005327E8"/>
    <w:rsid w:val="00545075"/>
    <w:rsid w:val="005463DC"/>
    <w:rsid w:val="00554FA0"/>
    <w:rsid w:val="00567256"/>
    <w:rsid w:val="00567FBF"/>
    <w:rsid w:val="0058566A"/>
    <w:rsid w:val="00595F83"/>
    <w:rsid w:val="005B6063"/>
    <w:rsid w:val="005D43A3"/>
    <w:rsid w:val="005D5398"/>
    <w:rsid w:val="005E1B60"/>
    <w:rsid w:val="005E75A9"/>
    <w:rsid w:val="006070BF"/>
    <w:rsid w:val="0061679D"/>
    <w:rsid w:val="00621E86"/>
    <w:rsid w:val="00622238"/>
    <w:rsid w:val="006352CD"/>
    <w:rsid w:val="00691028"/>
    <w:rsid w:val="00694C94"/>
    <w:rsid w:val="00696C13"/>
    <w:rsid w:val="006C6E10"/>
    <w:rsid w:val="006E5BDD"/>
    <w:rsid w:val="00703E8A"/>
    <w:rsid w:val="007204EA"/>
    <w:rsid w:val="00720EC5"/>
    <w:rsid w:val="007268AD"/>
    <w:rsid w:val="00730040"/>
    <w:rsid w:val="00730519"/>
    <w:rsid w:val="00735A65"/>
    <w:rsid w:val="0075537C"/>
    <w:rsid w:val="00756F36"/>
    <w:rsid w:val="00770107"/>
    <w:rsid w:val="00797B7E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77214"/>
    <w:rsid w:val="008861F0"/>
    <w:rsid w:val="00891684"/>
    <w:rsid w:val="008A2B5E"/>
    <w:rsid w:val="008B2747"/>
    <w:rsid w:val="008C7DF4"/>
    <w:rsid w:val="008D1563"/>
    <w:rsid w:val="008D4AEA"/>
    <w:rsid w:val="008E3A88"/>
    <w:rsid w:val="0090194A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66C5F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AF742C"/>
    <w:rsid w:val="00B03C46"/>
    <w:rsid w:val="00B238D5"/>
    <w:rsid w:val="00B255CB"/>
    <w:rsid w:val="00B2668D"/>
    <w:rsid w:val="00B3053F"/>
    <w:rsid w:val="00B36A76"/>
    <w:rsid w:val="00B428DC"/>
    <w:rsid w:val="00B62774"/>
    <w:rsid w:val="00B62B0B"/>
    <w:rsid w:val="00B642BD"/>
    <w:rsid w:val="00B66B6E"/>
    <w:rsid w:val="00B7642A"/>
    <w:rsid w:val="00B76C37"/>
    <w:rsid w:val="00B80E8E"/>
    <w:rsid w:val="00B83006"/>
    <w:rsid w:val="00B836B4"/>
    <w:rsid w:val="00B86F32"/>
    <w:rsid w:val="00B9497E"/>
    <w:rsid w:val="00BA65E9"/>
    <w:rsid w:val="00BB2075"/>
    <w:rsid w:val="00BB7AB8"/>
    <w:rsid w:val="00BD7C77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509FB"/>
    <w:rsid w:val="00D623E0"/>
    <w:rsid w:val="00D65C88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DD7A76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37C2"/>
    <w:rsid w:val="00EF6D4D"/>
    <w:rsid w:val="00F07358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F21"/>
    <w:rPr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AB6F21"/>
    <w:pPr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7642A"/>
    <w:rPr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mbria" w:hAnsi="Cambria" w:cs="Cambri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Revision">
    <w:name w:val="Revision"/>
    <w:hidden/>
    <w:uiPriority w:val="99"/>
    <w:semiHidden/>
    <w:rsid w:val="00B255C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255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5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255CB"/>
  </w:style>
  <w:style w:type="character" w:customStyle="1" w:styleId="CommentTextChar">
    <w:name w:val="Comment Text Char"/>
    <w:basedOn w:val="DefaultParagraphFont"/>
    <w:link w:val="CommentText"/>
    <w:uiPriority w:val="99"/>
    <w:rsid w:val="00B255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25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255CB"/>
    <w:rPr>
      <w:b/>
      <w:bCs/>
    </w:rPr>
  </w:style>
  <w:style w:type="character" w:styleId="Hyperlink">
    <w:name w:val="Hyperlink"/>
    <w:basedOn w:val="DefaultParagraphFont"/>
    <w:uiPriority w:val="99"/>
    <w:rsid w:val="003974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0C2"/>
  </w:style>
  <w:style w:type="paragraph" w:styleId="Footer">
    <w:name w:val="footer"/>
    <w:basedOn w:val="Normal"/>
    <w:link w:val="Foot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0C2"/>
  </w:style>
  <w:style w:type="paragraph" w:styleId="NoSpacing">
    <w:name w:val="No Spacing"/>
    <w:link w:val="NoSpacingChar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ListParagraph">
    <w:name w:val="List Paragraph"/>
    <w:basedOn w:val="Normal"/>
    <w:uiPriority w:val="99"/>
    <w:qFormat/>
    <w:rsid w:val="003F5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55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957</Words>
  <Characters>5458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Mariangela</cp:lastModifiedBy>
  <cp:revision>3</cp:revision>
  <cp:lastPrinted>2010-07-02T10:44:00Z</cp:lastPrinted>
  <dcterms:created xsi:type="dcterms:W3CDTF">2011-03-10T15:28:00Z</dcterms:created>
  <dcterms:modified xsi:type="dcterms:W3CDTF">2011-04-29T13:47:00Z</dcterms:modified>
</cp:coreProperties>
</file>